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 w:rsidR="007358C3">
        <w:rPr>
          <w:rFonts w:ascii="Arial" w:hAnsi="Arial" w:cs="Arial"/>
          <w:sz w:val="16"/>
        </w:rPr>
      </w:r>
      <w:r w:rsidR="007358C3"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  <w:sectPr w:rsidR="00EA1135">
          <w:headerReference w:type="even" r:id="rId9"/>
          <w:headerReference w:type="default" r:id="rId10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:rsidR="008D6664" w:rsidRDefault="008D6664" w:rsidP="008D6664">
      <w:pPr>
        <w:jc w:val="center"/>
        <w:rPr>
          <w:b/>
          <w:sz w:val="24"/>
        </w:rPr>
      </w:pPr>
      <w:bookmarkStart w:id="9" w:name="_GoBack"/>
      <w:bookmarkEnd w:id="9"/>
      <w:r>
        <w:rPr>
          <w:b/>
          <w:sz w:val="24"/>
        </w:rPr>
        <w:lastRenderedPageBreak/>
        <w:t xml:space="preserve">SÕIDUKI </w:t>
      </w:r>
      <w:r w:rsidRPr="00FD05B2">
        <w:rPr>
          <w:b/>
          <w:sz w:val="24"/>
        </w:rPr>
        <w:t xml:space="preserve">MÜÜGILEPING nr </w:t>
      </w:r>
      <w:r w:rsidR="0079618F" w:rsidRPr="00FD05B2">
        <w:rPr>
          <w:b/>
          <w:sz w:val="24"/>
          <w:szCs w:val="24"/>
          <w:lang w:val="en-AU"/>
        </w:rPr>
        <w:t>6-27/</w:t>
      </w:r>
      <w:r w:rsidR="00AB5881">
        <w:rPr>
          <w:b/>
          <w:sz w:val="24"/>
          <w:szCs w:val="24"/>
          <w:lang w:val="en-AU"/>
        </w:rPr>
        <w:t>1</w:t>
      </w:r>
      <w:r w:rsidR="004C3A47">
        <w:rPr>
          <w:b/>
          <w:sz w:val="24"/>
          <w:szCs w:val="24"/>
          <w:lang w:val="en-AU"/>
        </w:rPr>
        <w:t>9</w:t>
      </w:r>
    </w:p>
    <w:p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4C3A47">
        <w:rPr>
          <w:sz w:val="22"/>
        </w:rPr>
        <w:t>3</w:t>
      </w:r>
      <w:r w:rsidR="00BD64A5">
        <w:rPr>
          <w:sz w:val="22"/>
        </w:rPr>
        <w:t>.</w:t>
      </w:r>
      <w:r w:rsidR="004C3A47">
        <w:rPr>
          <w:sz w:val="22"/>
        </w:rPr>
        <w:t>10</w:t>
      </w:r>
      <w:r w:rsidR="003D16C2">
        <w:rPr>
          <w:sz w:val="22"/>
        </w:rPr>
        <w:t>.</w:t>
      </w:r>
      <w:r>
        <w:rPr>
          <w:sz w:val="22"/>
        </w:rPr>
        <w:t>201</w:t>
      </w:r>
      <w:r w:rsidR="00AB5881">
        <w:rPr>
          <w:sz w:val="22"/>
        </w:rPr>
        <w:t>6</w:t>
      </w:r>
    </w:p>
    <w:p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4C3A47">
        <w:rPr>
          <w:sz w:val="23"/>
          <w:szCs w:val="23"/>
        </w:rPr>
        <w:t>se 26.09.2016 otsusega nr 1-32/68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AB5881">
        <w:rPr>
          <w:b/>
          <w:bCs/>
          <w:sz w:val="23"/>
          <w:szCs w:val="23"/>
        </w:rPr>
        <w:t>Mihkel Merimaa</w:t>
      </w:r>
      <w:r w:rsidRPr="00EE2542">
        <w:t xml:space="preserve">,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Pr="00EE2542">
        <w:t xml:space="preserve"> </w:t>
      </w:r>
      <w:r w:rsidR="004C3A47" w:rsidRPr="004C3A47">
        <w:rPr>
          <w:b/>
        </w:rPr>
        <w:t xml:space="preserve">Kalle </w:t>
      </w:r>
      <w:proofErr w:type="spellStart"/>
      <w:r w:rsidR="004C3A47" w:rsidRPr="004C3A47">
        <w:rPr>
          <w:b/>
        </w:rPr>
        <w:t>Kassihin</w:t>
      </w:r>
      <w:proofErr w:type="spellEnd"/>
      <w:r w:rsidR="000B3D30" w:rsidRPr="000B3D30">
        <w:rPr>
          <w:b/>
        </w:rPr>
        <w:t xml:space="preserve">, </w:t>
      </w:r>
      <w:r w:rsidR="001A2249" w:rsidRPr="001A2249">
        <w:t xml:space="preserve">isikukood: </w:t>
      </w:r>
      <w:r w:rsidR="004C3A47" w:rsidRPr="004C3A47">
        <w:rPr>
          <w:b/>
        </w:rPr>
        <w:t>37611250265</w:t>
      </w:r>
      <w:r w:rsidR="00BE0C9E" w:rsidRPr="00BE0C9E">
        <w:t>,</w:t>
      </w:r>
      <w:r w:rsidR="00BE0C9E">
        <w:t xml:space="preserve">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:rsidR="00FA54FB" w:rsidRDefault="00E813C7" w:rsidP="00E813C7">
      <w:pPr>
        <w:pStyle w:val="Kehatekst"/>
        <w:jc w:val="left"/>
        <w:rPr>
          <w:b/>
          <w:sz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4C3A47" w:rsidRPr="004C3A47">
        <w:rPr>
          <w:b/>
          <w:sz w:val="24"/>
        </w:rPr>
        <w:t>Enampakkumine nr. 82828845 - "Sõudepaat Joll 280 (ASB-135), 2003.a"</w:t>
      </w:r>
    </w:p>
    <w:p w:rsidR="00E813C7" w:rsidRPr="006D43FE" w:rsidRDefault="009275CC" w:rsidP="00E813C7">
      <w:pPr>
        <w:pStyle w:val="Kehatekst"/>
        <w:jc w:val="left"/>
        <w:rPr>
          <w:b/>
          <w:sz w:val="24"/>
          <w:szCs w:val="24"/>
        </w:rPr>
      </w:pPr>
      <w:r w:rsidRPr="005155B4">
        <w:rPr>
          <w:sz w:val="24"/>
        </w:rPr>
        <w:t>riigivara numbrid:</w:t>
      </w:r>
      <w:r>
        <w:rPr>
          <w:sz w:val="24"/>
        </w:rPr>
        <w:t xml:space="preserve"> </w:t>
      </w:r>
      <w:r w:rsidR="004C3A47" w:rsidRPr="004C3A47">
        <w:rPr>
          <w:sz w:val="24"/>
        </w:rPr>
        <w:t>VV015038</w:t>
      </w:r>
      <w:r w:rsidR="005155B4">
        <w:rPr>
          <w:sz w:val="24"/>
        </w:rPr>
        <w:t xml:space="preserve"> </w:t>
      </w:r>
      <w:r w:rsidR="00E813C7">
        <w:rPr>
          <w:sz w:val="24"/>
        </w:rPr>
        <w:t xml:space="preserve">edaspidi nimetatud </w:t>
      </w:r>
      <w:r w:rsidR="00E813C7">
        <w:rPr>
          <w:b/>
          <w:bCs/>
          <w:sz w:val="24"/>
        </w:rPr>
        <w:t>Vara.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19429C">
        <w:rPr>
          <w:b/>
          <w:sz w:val="24"/>
        </w:rPr>
        <w:t>25</w:t>
      </w:r>
      <w:r w:rsidR="00AB5881">
        <w:rPr>
          <w:b/>
          <w:sz w:val="24"/>
        </w:rPr>
        <w:t>6</w:t>
      </w:r>
      <w:r w:rsidRPr="002606BB">
        <w:rPr>
          <w:spacing w:val="-3"/>
          <w:sz w:val="22"/>
        </w:rPr>
        <w:t xml:space="preserve"> (</w:t>
      </w:r>
      <w:r w:rsidR="00AB5881">
        <w:rPr>
          <w:spacing w:val="-3"/>
          <w:sz w:val="22"/>
        </w:rPr>
        <w:t>k</w:t>
      </w:r>
      <w:r w:rsidR="0019429C">
        <w:rPr>
          <w:spacing w:val="-3"/>
          <w:sz w:val="22"/>
        </w:rPr>
        <w:t>akssada viiskümmend kuus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 xml:space="preserve">5. Vara </w:t>
      </w:r>
      <w:proofErr w:type="spellStart"/>
      <w:r>
        <w:rPr>
          <w:b/>
          <w:bCs/>
          <w:sz w:val="24"/>
        </w:rPr>
        <w:t>üleandmine-vastuvôtmine</w:t>
      </w:r>
      <w:proofErr w:type="spellEnd"/>
    </w:p>
    <w:p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:rsidR="00535F1F" w:rsidRPr="006139DC" w:rsidRDefault="00535F1F" w:rsidP="00E813C7">
      <w:pPr>
        <w:rPr>
          <w:sz w:val="24"/>
        </w:rPr>
      </w:pP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7</w:t>
      </w:r>
      <w:r w:rsidR="00E813C7">
        <w:rPr>
          <w:b/>
          <w:bCs/>
          <w:sz w:val="24"/>
        </w:rPr>
        <w:t>. Vaidluste lahendamine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lastRenderedPageBreak/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820"/>
        <w:gridCol w:w="4123"/>
      </w:tblGrid>
      <w:tr w:rsidR="00E813C7" w:rsidRPr="00C27351" w:rsidTr="004C3A47">
        <w:tc>
          <w:tcPr>
            <w:tcW w:w="3510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5109AE" w:rsidRDefault="0019429C" w:rsidP="0019429C">
            <w:pPr>
              <w:rPr>
                <w:sz w:val="24"/>
              </w:rPr>
            </w:pPr>
            <w:r w:rsidRPr="0019429C">
              <w:rPr>
                <w:sz w:val="24"/>
              </w:rPr>
              <w:t xml:space="preserve">Kalle </w:t>
            </w:r>
            <w:proofErr w:type="spellStart"/>
            <w:r w:rsidRPr="0019429C">
              <w:rPr>
                <w:sz w:val="24"/>
              </w:rPr>
              <w:t>Kassihin</w:t>
            </w:r>
            <w:proofErr w:type="spellEnd"/>
            <w:r w:rsidRPr="0019429C">
              <w:rPr>
                <w:sz w:val="24"/>
              </w:rPr>
              <w:t xml:space="preserve"> 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FD05B2" w:rsidP="00FD05B2">
            <w:pPr>
              <w:rPr>
                <w:sz w:val="24"/>
              </w:rPr>
            </w:pPr>
            <w:r>
              <w:rPr>
                <w:sz w:val="24"/>
              </w:rPr>
              <w:t>Toompuiestee 24,</w:t>
            </w:r>
            <w:r w:rsidR="00E813C7" w:rsidRPr="00C27351">
              <w:rPr>
                <w:sz w:val="24"/>
              </w:rPr>
              <w:t xml:space="preserve"> Tallinn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:rsidR="00AF316B" w:rsidRDefault="00AF316B" w:rsidP="00AF316B">
      <w:pPr>
        <w:jc w:val="both"/>
      </w:pPr>
    </w:p>
    <w:p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C3" w:rsidRDefault="007358C3">
      <w:r>
        <w:separator/>
      </w:r>
    </w:p>
  </w:endnote>
  <w:endnote w:type="continuationSeparator" w:id="0">
    <w:p w:rsidR="007358C3" w:rsidRDefault="0073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C3" w:rsidRDefault="007358C3">
      <w:r>
        <w:separator/>
      </w:r>
    </w:p>
  </w:footnote>
  <w:footnote w:type="continuationSeparator" w:id="0">
    <w:p w:rsidR="007358C3" w:rsidRDefault="0073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4C3A47" w:rsidRDefault="004C3A4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47" w:rsidRDefault="004C3A47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A3C48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4C3A47" w:rsidRPr="00EA1135" w:rsidRDefault="004C3A47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7659"/>
    <w:rsid w:val="00113E9F"/>
    <w:rsid w:val="001152D3"/>
    <w:rsid w:val="00165D98"/>
    <w:rsid w:val="00175378"/>
    <w:rsid w:val="0019429C"/>
    <w:rsid w:val="001A2249"/>
    <w:rsid w:val="001A6EC0"/>
    <w:rsid w:val="001B55CB"/>
    <w:rsid w:val="001F45EC"/>
    <w:rsid w:val="002006B5"/>
    <w:rsid w:val="00237A64"/>
    <w:rsid w:val="00247F68"/>
    <w:rsid w:val="002606BB"/>
    <w:rsid w:val="002F60A1"/>
    <w:rsid w:val="0033409D"/>
    <w:rsid w:val="003539AE"/>
    <w:rsid w:val="003B43DB"/>
    <w:rsid w:val="003D16C2"/>
    <w:rsid w:val="00422DAE"/>
    <w:rsid w:val="004C3A47"/>
    <w:rsid w:val="004D5BB5"/>
    <w:rsid w:val="004D77B8"/>
    <w:rsid w:val="004F3D04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F2E41"/>
    <w:rsid w:val="006A0B57"/>
    <w:rsid w:val="006B5C64"/>
    <w:rsid w:val="006C39B3"/>
    <w:rsid w:val="006D43FE"/>
    <w:rsid w:val="006E6156"/>
    <w:rsid w:val="00717FDE"/>
    <w:rsid w:val="007358C3"/>
    <w:rsid w:val="00775538"/>
    <w:rsid w:val="007944FF"/>
    <w:rsid w:val="0079618F"/>
    <w:rsid w:val="007F1CEA"/>
    <w:rsid w:val="008002FB"/>
    <w:rsid w:val="008527E7"/>
    <w:rsid w:val="008A4247"/>
    <w:rsid w:val="008D4E4C"/>
    <w:rsid w:val="008D6664"/>
    <w:rsid w:val="008F4D3A"/>
    <w:rsid w:val="00904D49"/>
    <w:rsid w:val="009275CC"/>
    <w:rsid w:val="00931646"/>
    <w:rsid w:val="00934548"/>
    <w:rsid w:val="00942784"/>
    <w:rsid w:val="00961A3B"/>
    <w:rsid w:val="00965CF6"/>
    <w:rsid w:val="00985EA3"/>
    <w:rsid w:val="009A4146"/>
    <w:rsid w:val="009A42A6"/>
    <w:rsid w:val="009A4B94"/>
    <w:rsid w:val="009C3E78"/>
    <w:rsid w:val="009D41C4"/>
    <w:rsid w:val="009D5B06"/>
    <w:rsid w:val="00A579AE"/>
    <w:rsid w:val="00AA3C48"/>
    <w:rsid w:val="00AA51AD"/>
    <w:rsid w:val="00AB5881"/>
    <w:rsid w:val="00AB6E7D"/>
    <w:rsid w:val="00AD08A6"/>
    <w:rsid w:val="00AD4B5C"/>
    <w:rsid w:val="00AF316B"/>
    <w:rsid w:val="00AF79F7"/>
    <w:rsid w:val="00B137E7"/>
    <w:rsid w:val="00B17ABD"/>
    <w:rsid w:val="00B44E6A"/>
    <w:rsid w:val="00B8592A"/>
    <w:rsid w:val="00BD64A5"/>
    <w:rsid w:val="00BE0C9E"/>
    <w:rsid w:val="00BE3B75"/>
    <w:rsid w:val="00C02AD9"/>
    <w:rsid w:val="00C11FBC"/>
    <w:rsid w:val="00C17FB9"/>
    <w:rsid w:val="00C61448"/>
    <w:rsid w:val="00C860AA"/>
    <w:rsid w:val="00CF5F34"/>
    <w:rsid w:val="00D27F4A"/>
    <w:rsid w:val="00D37053"/>
    <w:rsid w:val="00D4542E"/>
    <w:rsid w:val="00D4578A"/>
    <w:rsid w:val="00D774C2"/>
    <w:rsid w:val="00DD4869"/>
    <w:rsid w:val="00DD49BD"/>
    <w:rsid w:val="00E10951"/>
    <w:rsid w:val="00E42738"/>
    <w:rsid w:val="00E438BC"/>
    <w:rsid w:val="00E813C7"/>
    <w:rsid w:val="00EA1135"/>
    <w:rsid w:val="00EB00C8"/>
    <w:rsid w:val="00EC11B9"/>
    <w:rsid w:val="00EE2052"/>
    <w:rsid w:val="00EE2542"/>
    <w:rsid w:val="00EE3C7E"/>
    <w:rsid w:val="00F77D73"/>
    <w:rsid w:val="00F8202B"/>
    <w:rsid w:val="00F83F5D"/>
    <w:rsid w:val="00F86A11"/>
    <w:rsid w:val="00FA54FB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7AC6-867F-428D-8D19-64E45EBA7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1</TotalTime>
  <Pages>2</Pages>
  <Words>415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Kalle</cp:lastModifiedBy>
  <cp:revision>2</cp:revision>
  <cp:lastPrinted>2014-10-20T07:00:00Z</cp:lastPrinted>
  <dcterms:created xsi:type="dcterms:W3CDTF">2016-10-03T08:16:00Z</dcterms:created>
  <dcterms:modified xsi:type="dcterms:W3CDTF">2016-10-03T08:16:00Z</dcterms:modified>
</cp:coreProperties>
</file>